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5763" w:rsidRDefault="00AB5763" w:rsidP="00AB5763">
      <w:pPr>
        <w:framePr w:w="7086" w:h="12812" w:wrap="notBeside" w:vAnchor="page" w:hAnchor="page" w:x="842" w:y="2392" w:anchorLock="1"/>
        <w:spacing w:after="240"/>
        <w:rPr>
          <w:sz w:val="28"/>
          <w:szCs w:val="28"/>
        </w:rPr>
      </w:pPr>
      <w:r w:rsidRPr="00AB5763">
        <w:rPr>
          <w:sz w:val="28"/>
          <w:szCs w:val="28"/>
        </w:rPr>
        <w:t xml:space="preserve">Selfpublisher*innen auf dem Treppchen - tolino media kürt Gewinnertitel des ersten tolino media </w:t>
      </w:r>
      <w:proofErr w:type="spellStart"/>
      <w:r w:rsidRPr="00AB5763">
        <w:rPr>
          <w:sz w:val="28"/>
          <w:szCs w:val="28"/>
        </w:rPr>
        <w:t>Newcomerpreises</w:t>
      </w:r>
      <w:proofErr w:type="spellEnd"/>
    </w:p>
    <w:p w:rsidR="00AB5763" w:rsidRPr="00AB5763" w:rsidRDefault="00AB5763" w:rsidP="00AB5763">
      <w:pPr>
        <w:pStyle w:val="LauftextPI"/>
        <w:framePr w:w="7086" w:h="12812" w:wrap="notBeside" w:vAnchor="page" w:hAnchor="page" w:x="842" w:y="2392" w:anchorLock="1"/>
        <w:rPr>
          <w:lang w:val="de-DE"/>
        </w:rPr>
      </w:pPr>
      <w:r w:rsidRPr="00AB5763">
        <w:rPr>
          <w:lang w:val="de-DE"/>
        </w:rPr>
        <w:t xml:space="preserve">In einer digitalen Preisverleihung gab tolino media die drei Gewinner*innen des tolino media </w:t>
      </w:r>
      <w:proofErr w:type="spellStart"/>
      <w:r w:rsidRPr="00AB5763">
        <w:rPr>
          <w:lang w:val="de-DE"/>
        </w:rPr>
        <w:t>Newcomerpreises</w:t>
      </w:r>
      <w:proofErr w:type="spellEnd"/>
      <w:r w:rsidRPr="00AB5763">
        <w:rPr>
          <w:lang w:val="de-DE"/>
        </w:rPr>
        <w:t xml:space="preserve"> 2020 bekannt.</w:t>
      </w:r>
      <w:r>
        <w:rPr>
          <w:lang w:val="de-DE"/>
        </w:rPr>
        <w:br/>
      </w:r>
    </w:p>
    <w:p w:rsidR="00AB5763" w:rsidRPr="00AB5763" w:rsidRDefault="00AB5763" w:rsidP="00AB5763">
      <w:pPr>
        <w:pStyle w:val="LauftextPI"/>
        <w:framePr w:w="7086" w:h="12812" w:wrap="notBeside" w:vAnchor="page" w:hAnchor="page" w:x="842" w:y="2392" w:anchorLock="1"/>
        <w:rPr>
          <w:lang w:val="de-DE"/>
        </w:rPr>
      </w:pPr>
      <w:r w:rsidRPr="00AB5763">
        <w:rPr>
          <w:lang w:val="de-DE"/>
        </w:rPr>
        <w:t xml:space="preserve">München, 18. September 2020 – Im Rahmen einer digitalen Preisverleihung auf YouTube und Instagram gab tolino media am Freitagabend die drei Gewinner*innen des tolino media </w:t>
      </w:r>
      <w:proofErr w:type="spellStart"/>
      <w:r w:rsidRPr="00AB5763">
        <w:rPr>
          <w:lang w:val="de-DE"/>
        </w:rPr>
        <w:t>Newcomerpreises</w:t>
      </w:r>
      <w:proofErr w:type="spellEnd"/>
      <w:r w:rsidRPr="00AB5763">
        <w:rPr>
          <w:lang w:val="de-DE"/>
        </w:rPr>
        <w:t xml:space="preserve"> 2020 bekannt. Aus rund 200 Einsendungen wählte die Jury, bestehend aus Mitarbeiterinnen von tolino media sowie Jasmin Zipperling (</w:t>
      </w:r>
      <w:proofErr w:type="spellStart"/>
      <w:r w:rsidRPr="00AB5763">
        <w:rPr>
          <w:lang w:val="de-DE"/>
        </w:rPr>
        <w:t>Selfpublisherin</w:t>
      </w:r>
      <w:proofErr w:type="spellEnd"/>
      <w:r w:rsidRPr="00AB5763">
        <w:rPr>
          <w:lang w:val="de-DE"/>
        </w:rPr>
        <w:t xml:space="preserve"> und Netzwerkerin), Philip Aschermann (Blogger </w:t>
      </w:r>
      <w:r>
        <w:rPr>
          <w:lang w:val="de-DE"/>
        </w:rPr>
        <w:t xml:space="preserve">bei </w:t>
      </w:r>
      <w:proofErr w:type="spellStart"/>
      <w:r>
        <w:rPr>
          <w:lang w:val="de-DE"/>
        </w:rPr>
        <w:t>Bookwalk</w:t>
      </w:r>
      <w:proofErr w:type="spellEnd"/>
      <w:r w:rsidRPr="00AB5763">
        <w:rPr>
          <w:lang w:val="de-DE"/>
        </w:rPr>
        <w:t>)</w:t>
      </w:r>
      <w:r>
        <w:rPr>
          <w:lang w:val="de-DE"/>
        </w:rPr>
        <w:t>,</w:t>
      </w:r>
      <w:r w:rsidRPr="00AB5763">
        <w:rPr>
          <w:lang w:val="de-DE"/>
        </w:rPr>
        <w:t xml:space="preserve"> </w:t>
      </w:r>
      <w:r>
        <w:rPr>
          <w:lang w:val="de-DE"/>
        </w:rPr>
        <w:t xml:space="preserve">Kerstin Baumgarten und Janna </w:t>
      </w:r>
      <w:proofErr w:type="spellStart"/>
      <w:r>
        <w:rPr>
          <w:lang w:val="de-DE"/>
        </w:rPr>
        <w:t>Dähnert</w:t>
      </w:r>
      <w:proofErr w:type="spellEnd"/>
      <w:r>
        <w:rPr>
          <w:lang w:val="de-DE"/>
        </w:rPr>
        <w:t xml:space="preserve"> (</w:t>
      </w:r>
      <w:r w:rsidRPr="00AB5763">
        <w:rPr>
          <w:lang w:val="de-DE"/>
        </w:rPr>
        <w:t>Bloggerinnen</w:t>
      </w:r>
      <w:r>
        <w:rPr>
          <w:lang w:val="de-DE"/>
        </w:rPr>
        <w:t xml:space="preserve"> bei </w:t>
      </w:r>
      <w:proofErr w:type="spellStart"/>
      <w:r w:rsidRPr="00AB5763">
        <w:rPr>
          <w:lang w:val="de-DE"/>
        </w:rPr>
        <w:t>KeJasWortrausch</w:t>
      </w:r>
      <w:proofErr w:type="spellEnd"/>
      <w:r>
        <w:rPr>
          <w:lang w:val="de-DE"/>
        </w:rPr>
        <w:t>)</w:t>
      </w:r>
      <w:r w:rsidR="00450EBB">
        <w:rPr>
          <w:lang w:val="de-DE"/>
        </w:rPr>
        <w:t>, die drei Gewinner-Titel</w:t>
      </w:r>
      <w:r w:rsidRPr="00AB5763">
        <w:rPr>
          <w:lang w:val="de-DE"/>
        </w:rPr>
        <w:t xml:space="preserve">. </w:t>
      </w:r>
    </w:p>
    <w:p w:rsidR="00AB5763" w:rsidRDefault="00AB5763" w:rsidP="002C23FA">
      <w:pPr>
        <w:pStyle w:val="LauftextPI"/>
        <w:framePr w:w="7086" w:h="12812" w:wrap="notBeside" w:vAnchor="page" w:hAnchor="page" w:x="842" w:y="2392" w:anchorLock="1"/>
        <w:rPr>
          <w:lang w:val="de-DE"/>
        </w:rPr>
      </w:pPr>
    </w:p>
    <w:p w:rsidR="00AB5763" w:rsidRPr="002C23FA" w:rsidRDefault="00AB5763" w:rsidP="002C23FA">
      <w:pPr>
        <w:pStyle w:val="LauftextPI"/>
        <w:framePr w:w="7086" w:h="12812" w:wrap="notBeside" w:vAnchor="page" w:hAnchor="page" w:x="842" w:y="2392" w:anchorLock="1"/>
        <w:rPr>
          <w:lang w:val="de-DE"/>
        </w:rPr>
      </w:pPr>
      <w:r w:rsidRPr="00AB5763">
        <w:rPr>
          <w:lang w:val="de-DE"/>
        </w:rPr>
        <w:t xml:space="preserve">Die Gewinner*innen des ersten tolino media </w:t>
      </w:r>
      <w:proofErr w:type="spellStart"/>
      <w:r w:rsidRPr="00AB5763">
        <w:rPr>
          <w:lang w:val="de-DE"/>
        </w:rPr>
        <w:t>Newcomerpreises</w:t>
      </w:r>
      <w:proofErr w:type="spellEnd"/>
      <w:r w:rsidRPr="00AB5763">
        <w:rPr>
          <w:lang w:val="de-DE"/>
        </w:rPr>
        <w:t xml:space="preserve"> sind:</w:t>
      </w:r>
    </w:p>
    <w:p w:rsidR="002C23FA" w:rsidRPr="002C23FA" w:rsidRDefault="002C23FA" w:rsidP="002C23FA">
      <w:pPr>
        <w:pStyle w:val="LauftextPI"/>
        <w:framePr w:w="7086" w:h="12812" w:wrap="notBeside" w:vAnchor="page" w:hAnchor="page" w:x="842" w:y="2392" w:anchorLock="1"/>
        <w:rPr>
          <w:lang w:val="de-DE"/>
        </w:rPr>
      </w:pPr>
    </w:p>
    <w:p w:rsidR="00AB5763" w:rsidRPr="00AB5763" w:rsidRDefault="00AB5763" w:rsidP="00AB5763">
      <w:pPr>
        <w:pStyle w:val="LauftextPI"/>
        <w:framePr w:w="7086" w:h="12812" w:wrap="notBeside" w:vAnchor="page" w:hAnchor="page" w:x="842" w:y="2392" w:anchorLock="1"/>
        <w:rPr>
          <w:lang w:val="de-DE"/>
        </w:rPr>
      </w:pPr>
      <w:r w:rsidRPr="00AB5763">
        <w:rPr>
          <w:lang w:val="de-DE"/>
        </w:rPr>
        <w:t>1. Platz: „Nur kurz leben“ von Catherine Strefford, Roman (Deutschland)</w:t>
      </w:r>
    </w:p>
    <w:p w:rsidR="00AB5763" w:rsidRPr="00AB5763" w:rsidRDefault="00AB5763" w:rsidP="00AB5763">
      <w:pPr>
        <w:pStyle w:val="LauftextPI"/>
        <w:framePr w:w="7086" w:h="12812" w:wrap="notBeside" w:vAnchor="page" w:hAnchor="page" w:x="842" w:y="2392" w:anchorLock="1"/>
        <w:rPr>
          <w:lang w:val="de-DE"/>
        </w:rPr>
      </w:pPr>
      <w:r w:rsidRPr="00AB5763">
        <w:rPr>
          <w:lang w:val="de-DE"/>
        </w:rPr>
        <w:t xml:space="preserve">2. Platz: „Im </w:t>
      </w:r>
      <w:proofErr w:type="spellStart"/>
      <w:r w:rsidRPr="00AB5763">
        <w:rPr>
          <w:lang w:val="de-DE"/>
        </w:rPr>
        <w:t>Langboot</w:t>
      </w:r>
      <w:proofErr w:type="spellEnd"/>
      <w:r w:rsidRPr="00AB5763">
        <w:rPr>
          <w:lang w:val="de-DE"/>
        </w:rPr>
        <w:t>“ von D</w:t>
      </w:r>
      <w:r w:rsidR="00450EBB">
        <w:rPr>
          <w:lang w:val="de-DE"/>
        </w:rPr>
        <w:t>.O.</w:t>
      </w:r>
      <w:r w:rsidRPr="00AB5763">
        <w:rPr>
          <w:lang w:val="de-DE"/>
        </w:rPr>
        <w:t xml:space="preserve"> Hasselmann, historischer Roman (Deutschland)</w:t>
      </w:r>
    </w:p>
    <w:p w:rsidR="00AB5763" w:rsidRDefault="00AB5763" w:rsidP="00AB5763">
      <w:pPr>
        <w:pStyle w:val="LauftextPI"/>
        <w:framePr w:w="7086" w:h="12812" w:wrap="notBeside" w:vAnchor="page" w:hAnchor="page" w:x="842" w:y="2392" w:anchorLock="1"/>
        <w:rPr>
          <w:lang w:val="de-DE"/>
        </w:rPr>
      </w:pPr>
      <w:r w:rsidRPr="00AB5763">
        <w:rPr>
          <w:lang w:val="de-DE"/>
        </w:rPr>
        <w:t>3. Platz: „Vor dem Abgrund“ von Michael Hirtzy, Science-Thriller (Österreich</w:t>
      </w:r>
      <w:r>
        <w:rPr>
          <w:lang w:val="de-DE"/>
        </w:rPr>
        <w:t>)</w:t>
      </w:r>
    </w:p>
    <w:p w:rsidR="00AB5763" w:rsidRPr="00C27DCD" w:rsidRDefault="00460366" w:rsidP="00AB5763">
      <w:pPr>
        <w:pStyle w:val="LauftextPI"/>
        <w:framePr w:w="7086" w:h="12812" w:wrap="notBeside" w:vAnchor="page" w:hAnchor="page" w:x="842" w:y="2392" w:anchorLock="1"/>
        <w:rPr>
          <w:sz w:val="24"/>
          <w:szCs w:val="24"/>
          <w:lang w:val="de-DE"/>
        </w:rPr>
      </w:pPr>
      <w:r>
        <w:rPr>
          <w:lang w:val="de-DE"/>
        </w:rPr>
        <w:br/>
      </w:r>
      <w:r w:rsidR="00AB5763" w:rsidRPr="00AB5763">
        <w:rPr>
          <w:lang w:val="de-DE"/>
        </w:rPr>
        <w:t>„Die drei Gewinner-Titel haben uns auf ganzer Linie überzeugt und sind wiederum Beispiel dafür, was Selfpublishing mittlerweile an Qualität und Diversität bieten kann,“ so Martina Raschke, Senior Marketing Managerin bei tolino media und Mitinitiatorin des Preises.</w:t>
      </w:r>
    </w:p>
    <w:p w:rsidR="00BD6ED3" w:rsidRPr="00BD6ED3" w:rsidRDefault="00BD6ED3" w:rsidP="00AB5763">
      <w:pPr>
        <w:pStyle w:val="LauftextPI"/>
        <w:framePr w:w="7086" w:h="12812" w:wrap="notBeside" w:vAnchor="page" w:hAnchor="page" w:x="842" w:y="2392" w:anchorLock="1"/>
        <w:rPr>
          <w:lang w:val="de-DE"/>
        </w:rPr>
      </w:pPr>
    </w:p>
    <w:p w:rsidR="00AB5763" w:rsidRDefault="00AB5763" w:rsidP="00AB5763">
      <w:pPr>
        <w:pStyle w:val="LauftextPI"/>
        <w:framePr w:w="7086" w:h="12812" w:wrap="notBeside" w:vAnchor="page" w:hAnchor="page" w:x="842" w:y="2392" w:anchorLock="1"/>
        <w:rPr>
          <w:lang w:val="de-DE"/>
        </w:rPr>
      </w:pPr>
      <w:r w:rsidRPr="00AB5763">
        <w:rPr>
          <w:lang w:val="de-DE"/>
        </w:rPr>
        <w:t>Alle drei Romane überzeugten die Jury durch hohe Textqualität, Originalität der Plots, ausgezeichnete Cover sowie durch ihr professionelles Gesamtpaket.</w:t>
      </w:r>
    </w:p>
    <w:p w:rsidR="00AB5763" w:rsidRPr="00AB5763" w:rsidRDefault="00AB5763" w:rsidP="00AB5763">
      <w:pPr>
        <w:pStyle w:val="LauftextPI"/>
        <w:framePr w:w="7086" w:h="12812" w:wrap="notBeside" w:vAnchor="page" w:hAnchor="page" w:x="842" w:y="2392" w:anchorLock="1"/>
        <w:rPr>
          <w:lang w:val="de-DE"/>
        </w:rPr>
      </w:pPr>
    </w:p>
    <w:p w:rsidR="00AB5763" w:rsidRDefault="00AB5763" w:rsidP="00AB5763">
      <w:pPr>
        <w:pStyle w:val="LauftextPI"/>
        <w:framePr w:w="7086" w:h="12812" w:wrap="notBeside" w:vAnchor="page" w:hAnchor="page" w:x="842" w:y="2392" w:anchorLock="1"/>
        <w:rPr>
          <w:lang w:val="de-DE"/>
        </w:rPr>
      </w:pPr>
      <w:r w:rsidRPr="00AB5763">
        <w:rPr>
          <w:lang w:val="de-DE"/>
        </w:rPr>
        <w:t>Die Live-Übertragung der Preisverleihung fand auf dem YouTube- und Instagram-Kanal von tolino media statt und wurde durch Lesungen der Gewinner*innen aus ihren Romanen abgerundet. Die Preisverleihung inklusive Lesungen finden Interessierte auf den Social-Media-Kanälen von tolino media.</w:t>
      </w:r>
    </w:p>
    <w:p w:rsidR="00AB5763" w:rsidRPr="00AB5763" w:rsidRDefault="00AB5763" w:rsidP="00AB5763">
      <w:pPr>
        <w:pStyle w:val="LauftextPI"/>
        <w:framePr w:w="7086" w:h="12812" w:wrap="notBeside" w:vAnchor="page" w:hAnchor="page" w:x="842" w:y="2392" w:anchorLock="1"/>
        <w:rPr>
          <w:lang w:val="de-DE"/>
        </w:rPr>
      </w:pPr>
    </w:p>
    <w:p w:rsidR="00AB5763" w:rsidRDefault="00AB5763" w:rsidP="00AB5763">
      <w:pPr>
        <w:pStyle w:val="LauftextPI"/>
        <w:framePr w:w="7086" w:h="12812" w:wrap="notBeside" w:vAnchor="page" w:hAnchor="page" w:x="842" w:y="2392" w:anchorLock="1"/>
        <w:rPr>
          <w:lang w:val="de-DE"/>
        </w:rPr>
      </w:pPr>
      <w:r w:rsidRPr="00AB5763">
        <w:rPr>
          <w:lang w:val="de-DE"/>
        </w:rPr>
        <w:t xml:space="preserve">Der tolino media </w:t>
      </w:r>
      <w:proofErr w:type="spellStart"/>
      <w:r w:rsidRPr="00AB5763">
        <w:rPr>
          <w:lang w:val="de-DE"/>
        </w:rPr>
        <w:t>Newcomerpreis</w:t>
      </w:r>
      <w:proofErr w:type="spellEnd"/>
      <w:r w:rsidRPr="00AB5763">
        <w:rPr>
          <w:lang w:val="de-DE"/>
        </w:rPr>
        <w:t xml:space="preserve"> 2020 war mit Preisgeldern im Wert von insgesamt 3.500 € dotiert. Außerdem erhalten die Gewinner</w:t>
      </w:r>
      <w:r w:rsidR="00B04992">
        <w:rPr>
          <w:lang w:val="de-DE"/>
        </w:rPr>
        <w:t>t</w:t>
      </w:r>
      <w:bookmarkStart w:id="0" w:name="_GoBack"/>
      <w:bookmarkEnd w:id="0"/>
      <w:r w:rsidRPr="00AB5763">
        <w:rPr>
          <w:lang w:val="de-DE"/>
        </w:rPr>
        <w:t>itel umfassende Marketing-Pakete in den tolino-Allianz-Shops.</w:t>
      </w:r>
    </w:p>
    <w:p w:rsidR="00AB5763" w:rsidRDefault="00AB5763" w:rsidP="00AB5763">
      <w:pPr>
        <w:pStyle w:val="LauftextPI"/>
        <w:framePr w:w="7086" w:h="12812" w:wrap="notBeside" w:vAnchor="page" w:hAnchor="page" w:x="842" w:y="2392" w:anchorLock="1"/>
        <w:rPr>
          <w:lang w:val="de-DE"/>
        </w:rPr>
      </w:pPr>
    </w:p>
    <w:p w:rsidR="00016901" w:rsidRPr="0096130B" w:rsidRDefault="00016901" w:rsidP="002B7C34">
      <w:pPr>
        <w:framePr w:w="3345" w:h="482" w:hSpace="142" w:wrap="around" w:vAnchor="page" w:hAnchor="page" w:x="8142" w:y="2893" w:anchorLock="1"/>
        <w:rPr>
          <w:color w:val="808080"/>
          <w:sz w:val="22"/>
          <w:szCs w:val="20"/>
        </w:rPr>
      </w:pPr>
      <w:r w:rsidRPr="0096130B">
        <w:rPr>
          <w:color w:val="808080"/>
          <w:sz w:val="22"/>
          <w:szCs w:val="20"/>
        </w:rPr>
        <w:t xml:space="preserve">PRESSE-INFORMATION </w:t>
      </w:r>
    </w:p>
    <w:p w:rsidR="00016901" w:rsidRDefault="00FA6332" w:rsidP="002B7C34">
      <w:pPr>
        <w:framePr w:w="3131" w:h="2549" w:hSpace="142" w:wrap="notBeside" w:vAnchor="page" w:hAnchor="page" w:x="8165" w:y="3505" w:anchorLock="1"/>
      </w:pPr>
      <w:r>
        <w:rPr>
          <w:noProof/>
        </w:rPr>
        <w:drawing>
          <wp:inline distT="0" distB="0" distL="0" distR="0">
            <wp:extent cx="1988185" cy="626152"/>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m_PM_Shortlist_2020_96dpi.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88185" cy="626152"/>
                    </a:xfrm>
                    <a:prstGeom prst="rect">
                      <a:avLst/>
                    </a:prstGeom>
                  </pic:spPr>
                </pic:pic>
              </a:graphicData>
            </a:graphic>
          </wp:inline>
        </w:drawing>
      </w:r>
    </w:p>
    <w:p w:rsidR="00450EBB" w:rsidRDefault="00450EBB" w:rsidP="00450EBB">
      <w:pPr>
        <w:framePr w:w="3039" w:h="851" w:hSpace="142" w:wrap="around" w:vAnchor="page" w:hAnchor="page" w:x="8139" w:y="4726" w:anchorLock="1"/>
        <w:ind w:left="-57"/>
        <w:rPr>
          <w:sz w:val="18"/>
          <w:szCs w:val="18"/>
        </w:rPr>
      </w:pPr>
      <w:r>
        <w:rPr>
          <w:bCs/>
          <w:color w:val="808080"/>
          <w:sz w:val="16"/>
          <w:szCs w:val="16"/>
        </w:rPr>
        <w:t>tm_PM_NCP</w:t>
      </w:r>
      <w:r w:rsidRPr="006C1AF5">
        <w:rPr>
          <w:bCs/>
          <w:color w:val="808080"/>
          <w:sz w:val="16"/>
          <w:szCs w:val="16"/>
        </w:rPr>
        <w:t>.jpg:</w:t>
      </w:r>
      <w:r w:rsidRPr="00D15922">
        <w:rPr>
          <w:sz w:val="18"/>
          <w:szCs w:val="18"/>
        </w:rPr>
        <w:t xml:space="preserve"> </w:t>
      </w:r>
    </w:p>
    <w:p w:rsidR="00450EBB" w:rsidRDefault="00450EBB" w:rsidP="00450EBB">
      <w:pPr>
        <w:framePr w:w="3039" w:h="851" w:hSpace="142" w:wrap="around" w:vAnchor="page" w:hAnchor="page" w:x="8139" w:y="4726" w:anchorLock="1"/>
        <w:spacing w:after="240"/>
        <w:rPr>
          <w:sz w:val="28"/>
          <w:szCs w:val="28"/>
        </w:rPr>
      </w:pPr>
      <w:r w:rsidRPr="00450EBB">
        <w:rPr>
          <w:snapToGrid w:val="0"/>
          <w:sz w:val="18"/>
          <w:szCs w:val="18"/>
        </w:rPr>
        <w:t xml:space="preserve">tolino media kürt Gewinnertitel des ersten tolino media </w:t>
      </w:r>
      <w:proofErr w:type="spellStart"/>
      <w:r w:rsidRPr="00450EBB">
        <w:rPr>
          <w:snapToGrid w:val="0"/>
          <w:sz w:val="18"/>
          <w:szCs w:val="18"/>
        </w:rPr>
        <w:t>Newcomerpreises</w:t>
      </w:r>
      <w:proofErr w:type="spellEnd"/>
    </w:p>
    <w:p w:rsidR="00450EBB" w:rsidRDefault="00450EBB" w:rsidP="00450EBB">
      <w:pPr>
        <w:framePr w:w="3039" w:h="851" w:hSpace="142" w:wrap="around" w:vAnchor="page" w:hAnchor="page" w:x="8139" w:y="4726" w:anchorLock="1"/>
        <w:ind w:left="-57"/>
        <w:rPr>
          <w:sz w:val="18"/>
          <w:szCs w:val="18"/>
        </w:rPr>
      </w:pPr>
    </w:p>
    <w:p w:rsidR="00016901" w:rsidRPr="004120B6" w:rsidRDefault="00016901" w:rsidP="002B7C34">
      <w:pPr>
        <w:framePr w:w="2981" w:h="3927" w:hSpace="142" w:wrap="notBeside" w:vAnchor="page" w:hAnchor="page" w:x="8234" w:y="8333" w:anchorLock="1"/>
        <w:rPr>
          <w:color w:val="808080"/>
          <w:sz w:val="16"/>
        </w:rPr>
      </w:pPr>
      <w:r w:rsidRPr="004120B6">
        <w:rPr>
          <w:color w:val="808080"/>
          <w:sz w:val="16"/>
        </w:rPr>
        <w:t>PRESSE-KONTAKT</w:t>
      </w:r>
    </w:p>
    <w:p w:rsidR="00016901" w:rsidRDefault="00016901" w:rsidP="002B7C34">
      <w:pPr>
        <w:framePr w:w="2981" w:h="3927" w:hSpace="142" w:wrap="notBeside" w:vAnchor="page" w:hAnchor="page" w:x="8234" w:y="8333" w:anchorLock="1"/>
        <w:rPr>
          <w:color w:val="808080"/>
          <w:sz w:val="16"/>
        </w:rPr>
      </w:pPr>
    </w:p>
    <w:p w:rsidR="00016901" w:rsidRPr="001B6EC7" w:rsidRDefault="0013233E" w:rsidP="002B7C34">
      <w:pPr>
        <w:framePr w:w="2981" w:h="3927" w:hSpace="142" w:wrap="notBeside" w:vAnchor="page" w:hAnchor="page" w:x="8234" w:y="8333" w:anchorLock="1"/>
        <w:rPr>
          <w:color w:val="808080"/>
          <w:sz w:val="16"/>
        </w:rPr>
      </w:pPr>
      <w:r>
        <w:rPr>
          <w:color w:val="808080"/>
          <w:sz w:val="16"/>
        </w:rPr>
        <w:t>Laura Kühbauch</w:t>
      </w:r>
    </w:p>
    <w:p w:rsidR="0055765A" w:rsidRPr="001B6EC7" w:rsidRDefault="0013233E" w:rsidP="002B7C34">
      <w:pPr>
        <w:framePr w:w="2981" w:h="3927" w:hSpace="142" w:wrap="notBeside" w:vAnchor="page" w:hAnchor="page" w:x="8234" w:y="8333" w:anchorLock="1"/>
        <w:rPr>
          <w:color w:val="808080"/>
          <w:sz w:val="16"/>
        </w:rPr>
      </w:pPr>
      <w:r>
        <w:rPr>
          <w:color w:val="808080"/>
          <w:sz w:val="16"/>
        </w:rPr>
        <w:t>Community</w:t>
      </w:r>
      <w:r w:rsidR="000D05E1">
        <w:rPr>
          <w:color w:val="808080"/>
          <w:sz w:val="16"/>
        </w:rPr>
        <w:t xml:space="preserve"> Managerin</w:t>
      </w:r>
    </w:p>
    <w:p w:rsidR="00016901" w:rsidRDefault="00016901" w:rsidP="002B7C34">
      <w:pPr>
        <w:framePr w:w="2981" w:h="3927" w:hSpace="142" w:wrap="notBeside" w:vAnchor="page" w:hAnchor="page" w:x="8234" w:y="8333" w:anchorLock="1"/>
        <w:rPr>
          <w:color w:val="808080"/>
          <w:sz w:val="16"/>
        </w:rPr>
      </w:pPr>
      <w:r>
        <w:rPr>
          <w:color w:val="808080"/>
          <w:sz w:val="16"/>
        </w:rPr>
        <w:t>Telefon: +49</w:t>
      </w:r>
      <w:r w:rsidR="00A021BF">
        <w:rPr>
          <w:color w:val="808080"/>
          <w:sz w:val="16"/>
        </w:rPr>
        <w:t xml:space="preserve"> 89</w:t>
      </w:r>
      <w:r>
        <w:rPr>
          <w:color w:val="808080"/>
          <w:sz w:val="16"/>
        </w:rPr>
        <w:t xml:space="preserve"> 4522 018 66</w:t>
      </w:r>
      <w:r w:rsidR="0013233E">
        <w:rPr>
          <w:color w:val="808080"/>
          <w:sz w:val="16"/>
        </w:rPr>
        <w:t>96</w:t>
      </w:r>
    </w:p>
    <w:p w:rsidR="00016901" w:rsidRPr="00C27DCD" w:rsidRDefault="00016901" w:rsidP="002B7C34">
      <w:pPr>
        <w:framePr w:w="2981" w:h="3927" w:hSpace="142" w:wrap="notBeside" w:vAnchor="page" w:hAnchor="page" w:x="8234" w:y="8333" w:anchorLock="1"/>
        <w:rPr>
          <w:color w:val="808080"/>
          <w:sz w:val="16"/>
          <w:lang w:val="en-GB"/>
        </w:rPr>
      </w:pPr>
      <w:r w:rsidRPr="00C27DCD">
        <w:rPr>
          <w:color w:val="808080"/>
          <w:sz w:val="16"/>
          <w:lang w:val="en-GB"/>
        </w:rPr>
        <w:t xml:space="preserve">Mail: </w:t>
      </w:r>
      <w:r w:rsidR="0013233E" w:rsidRPr="00C27DCD">
        <w:rPr>
          <w:color w:val="808080"/>
          <w:sz w:val="16"/>
          <w:lang w:val="en-GB"/>
        </w:rPr>
        <w:t>l</w:t>
      </w:r>
      <w:r w:rsidR="00853C22" w:rsidRPr="00C27DCD">
        <w:rPr>
          <w:color w:val="808080"/>
          <w:sz w:val="16"/>
          <w:lang w:val="en-GB"/>
        </w:rPr>
        <w:t>.</w:t>
      </w:r>
      <w:r w:rsidR="0013233E" w:rsidRPr="00C27DCD">
        <w:rPr>
          <w:color w:val="808080"/>
          <w:sz w:val="16"/>
          <w:lang w:val="en-GB"/>
        </w:rPr>
        <w:t>kuehbauch</w:t>
      </w:r>
      <w:r w:rsidR="00853C22" w:rsidRPr="00C27DCD">
        <w:rPr>
          <w:color w:val="808080"/>
          <w:sz w:val="16"/>
          <w:lang w:val="en-GB"/>
        </w:rPr>
        <w:t>@tolino.media</w:t>
      </w:r>
    </w:p>
    <w:p w:rsidR="00016901" w:rsidRPr="00AD73B8" w:rsidRDefault="009C185D" w:rsidP="002B7C34">
      <w:pPr>
        <w:framePr w:w="2981" w:h="3927" w:hSpace="142" w:wrap="notBeside" w:vAnchor="page" w:hAnchor="page" w:x="8234" w:y="8333" w:anchorLock="1"/>
        <w:rPr>
          <w:color w:val="808080"/>
          <w:sz w:val="16"/>
          <w:lang w:val="en-GB"/>
        </w:rPr>
      </w:pPr>
      <w:r w:rsidRPr="00AD73B8">
        <w:rPr>
          <w:color w:val="808080"/>
          <w:sz w:val="16"/>
          <w:lang w:val="en-GB"/>
        </w:rPr>
        <w:t>Web: www</w:t>
      </w:r>
      <w:r w:rsidR="00853C22">
        <w:rPr>
          <w:color w:val="808080"/>
          <w:sz w:val="16"/>
          <w:lang w:val="en-GB"/>
        </w:rPr>
        <w:t>.</w:t>
      </w:r>
      <w:r w:rsidR="00853C22" w:rsidRPr="00853C22">
        <w:rPr>
          <w:color w:val="808080"/>
          <w:sz w:val="16"/>
          <w:lang w:val="en-GB"/>
        </w:rPr>
        <w:t>tolino-media.de/</w:t>
      </w:r>
    </w:p>
    <w:p w:rsidR="00016901" w:rsidRPr="00AD73B8" w:rsidRDefault="00016901" w:rsidP="002B7C34">
      <w:pPr>
        <w:framePr w:w="2981" w:h="3927" w:hSpace="142" w:wrap="notBeside" w:vAnchor="page" w:hAnchor="page" w:x="8234" w:y="8333" w:anchorLock="1"/>
        <w:rPr>
          <w:color w:val="808080"/>
          <w:sz w:val="16"/>
          <w:lang w:val="en-GB"/>
        </w:rPr>
      </w:pPr>
    </w:p>
    <w:p w:rsidR="00016901" w:rsidRPr="00AD73B8" w:rsidRDefault="00016901" w:rsidP="002B7C34">
      <w:pPr>
        <w:framePr w:w="2981" w:h="3927" w:hSpace="142" w:wrap="notBeside" w:vAnchor="page" w:hAnchor="page" w:x="8234" w:y="8333" w:anchorLock="1"/>
        <w:rPr>
          <w:color w:val="808080"/>
          <w:sz w:val="16"/>
          <w:lang w:val="en-GB"/>
        </w:rPr>
      </w:pPr>
    </w:p>
    <w:p w:rsidR="004E2487" w:rsidRPr="00C27DCD" w:rsidRDefault="004E2487" w:rsidP="002B7C34">
      <w:pPr>
        <w:framePr w:w="2981" w:h="3927" w:hSpace="142" w:wrap="notBeside" w:vAnchor="page" w:hAnchor="page" w:x="8234" w:y="8333" w:anchorLock="1"/>
        <w:rPr>
          <w:color w:val="808080"/>
          <w:sz w:val="16"/>
          <w:lang w:val="en-GB"/>
        </w:rPr>
      </w:pPr>
      <w:r w:rsidRPr="00AD73B8">
        <w:rPr>
          <w:color w:val="808080"/>
          <w:sz w:val="16"/>
          <w:lang w:val="en-GB"/>
        </w:rPr>
        <w:t xml:space="preserve">tolino media GmbH &amp; Co. </w:t>
      </w:r>
      <w:r w:rsidRPr="00C27DCD">
        <w:rPr>
          <w:color w:val="808080"/>
          <w:sz w:val="16"/>
          <w:lang w:val="en-GB"/>
        </w:rPr>
        <w:t>KG</w:t>
      </w:r>
    </w:p>
    <w:p w:rsidR="004E2487" w:rsidRDefault="004E2487" w:rsidP="002B7C34">
      <w:pPr>
        <w:framePr w:w="2981" w:h="3927" w:hSpace="142" w:wrap="notBeside" w:vAnchor="page" w:hAnchor="page" w:x="8234" w:y="8333" w:anchorLock="1"/>
        <w:rPr>
          <w:color w:val="808080"/>
          <w:sz w:val="16"/>
        </w:rPr>
      </w:pPr>
      <w:r w:rsidRPr="00C27DCD">
        <w:rPr>
          <w:color w:val="808080"/>
          <w:sz w:val="16"/>
          <w:lang w:val="en-GB"/>
        </w:rPr>
        <w:t xml:space="preserve">Albrechtstr. </w:t>
      </w:r>
      <w:r>
        <w:rPr>
          <w:color w:val="808080"/>
          <w:sz w:val="16"/>
        </w:rPr>
        <w:t>14</w:t>
      </w:r>
    </w:p>
    <w:p w:rsidR="004E2487" w:rsidRDefault="004E2487" w:rsidP="002B7C34">
      <w:pPr>
        <w:framePr w:w="2981" w:h="3927" w:hSpace="142" w:wrap="notBeside" w:vAnchor="page" w:hAnchor="page" w:x="8234" w:y="8333" w:anchorLock="1"/>
        <w:rPr>
          <w:color w:val="808080"/>
          <w:sz w:val="16"/>
        </w:rPr>
      </w:pPr>
      <w:r>
        <w:rPr>
          <w:color w:val="808080"/>
          <w:sz w:val="16"/>
        </w:rPr>
        <w:t>80636 München</w:t>
      </w:r>
    </w:p>
    <w:p w:rsidR="004E2487" w:rsidRDefault="004E2487" w:rsidP="002B7C34">
      <w:pPr>
        <w:framePr w:w="2981" w:h="3927" w:hSpace="142" w:wrap="notBeside" w:vAnchor="page" w:hAnchor="page" w:x="8234" w:y="8333" w:anchorLock="1"/>
        <w:rPr>
          <w:color w:val="808080"/>
          <w:sz w:val="16"/>
        </w:rPr>
      </w:pPr>
    </w:p>
    <w:p w:rsidR="004E2487" w:rsidRPr="001B6EC7" w:rsidRDefault="004E2487" w:rsidP="002B7C34">
      <w:pPr>
        <w:framePr w:w="2981" w:h="3927" w:hSpace="142" w:wrap="notBeside" w:vAnchor="page" w:hAnchor="page" w:x="8234" w:y="8333" w:anchorLock="1"/>
        <w:rPr>
          <w:color w:val="808080"/>
          <w:sz w:val="16"/>
        </w:rPr>
      </w:pPr>
    </w:p>
    <w:p w:rsidR="00A26D04" w:rsidRPr="004120B6" w:rsidRDefault="00A26D04" w:rsidP="002B7C34">
      <w:pPr>
        <w:framePr w:w="2981" w:h="3927" w:hSpace="142" w:wrap="notBeside" w:vAnchor="page" w:hAnchor="page" w:x="8234" w:y="8333" w:anchorLock="1"/>
        <w:rPr>
          <w:color w:val="808080"/>
          <w:sz w:val="16"/>
        </w:rPr>
      </w:pPr>
      <w:r>
        <w:rPr>
          <w:color w:val="808080"/>
          <w:sz w:val="16"/>
        </w:rPr>
        <w:t>Eine Medieninformation der tolino</w:t>
      </w:r>
      <w:r w:rsidR="00271AAA">
        <w:rPr>
          <w:color w:val="808080"/>
          <w:sz w:val="16"/>
        </w:rPr>
        <w:t xml:space="preserve"> media GmbH &amp; Co. KG</w:t>
      </w:r>
    </w:p>
    <w:p w:rsidR="00A26D04" w:rsidRDefault="00A26D04" w:rsidP="002B7C34">
      <w:pPr>
        <w:framePr w:w="2981" w:h="3927" w:hSpace="142" w:wrap="notBeside" w:vAnchor="page" w:hAnchor="page" w:x="8234" w:y="8333" w:anchorLock="1"/>
        <w:rPr>
          <w:color w:val="808080"/>
          <w:sz w:val="16"/>
        </w:rPr>
      </w:pPr>
    </w:p>
    <w:p w:rsidR="00A26D04" w:rsidRDefault="00A26D04" w:rsidP="002B7C34">
      <w:pPr>
        <w:framePr w:w="2981" w:h="3927" w:hSpace="142" w:wrap="notBeside" w:vAnchor="page" w:hAnchor="page" w:x="8234" w:y="8333" w:anchorLock="1"/>
        <w:rPr>
          <w:color w:val="808080"/>
          <w:sz w:val="16"/>
        </w:rPr>
      </w:pPr>
    </w:p>
    <w:p w:rsidR="00016901" w:rsidRDefault="00016901" w:rsidP="002B7C34">
      <w:pPr>
        <w:framePr w:w="2981" w:h="3927" w:hSpace="142" w:wrap="notBeside" w:vAnchor="page" w:hAnchor="page" w:x="8234" w:y="8333" w:anchorLock="1"/>
        <w:rPr>
          <w:color w:val="808080"/>
          <w:sz w:val="16"/>
        </w:rPr>
      </w:pPr>
      <w:r w:rsidRPr="004120B6">
        <w:rPr>
          <w:color w:val="808080"/>
          <w:sz w:val="16"/>
        </w:rPr>
        <w:t>Text und Bild finden Sie zum Download unter:</w:t>
      </w:r>
      <w:r w:rsidR="00271AAA">
        <w:rPr>
          <w:color w:val="808080"/>
          <w:sz w:val="16"/>
        </w:rPr>
        <w:t xml:space="preserve"> </w:t>
      </w:r>
      <w:r w:rsidR="00271AAA" w:rsidRPr="00271AAA">
        <w:rPr>
          <w:color w:val="808080"/>
          <w:sz w:val="16"/>
        </w:rPr>
        <w:t>https://www.tolino-media.de/presseportal/#pressemeldungen</w:t>
      </w:r>
    </w:p>
    <w:p w:rsidR="00FB6285" w:rsidRDefault="00FB6285" w:rsidP="002B7C34">
      <w:pPr>
        <w:framePr w:w="2981" w:h="3927" w:hSpace="142" w:wrap="notBeside" w:vAnchor="page" w:hAnchor="page" w:x="8234" w:y="8333" w:anchorLock="1"/>
        <w:rPr>
          <w:color w:val="808080"/>
          <w:sz w:val="16"/>
        </w:rPr>
      </w:pPr>
    </w:p>
    <w:p w:rsidR="00FB6285" w:rsidRDefault="00FB6285" w:rsidP="002B7C34">
      <w:pPr>
        <w:framePr w:w="2981" w:h="3927" w:hSpace="142" w:wrap="notBeside" w:vAnchor="page" w:hAnchor="page" w:x="8234" w:y="8333" w:anchorLock="1"/>
        <w:rPr>
          <w:color w:val="808080"/>
          <w:sz w:val="16"/>
        </w:rPr>
      </w:pPr>
    </w:p>
    <w:p w:rsidR="00AB5763" w:rsidRPr="00AB5763" w:rsidRDefault="00AB5763" w:rsidP="00AB5763">
      <w:pPr>
        <w:pStyle w:val="LauftextPI"/>
        <w:rPr>
          <w:lang w:val="de-DE"/>
        </w:rPr>
      </w:pPr>
      <w:r w:rsidRPr="00AB5763">
        <w:rPr>
          <w:lang w:val="de-DE"/>
        </w:rPr>
        <w:lastRenderedPageBreak/>
        <w:t xml:space="preserve">Auch im nächsten Jahr haben Selfpublishing-Newcomer wieder die Chance den tolino media </w:t>
      </w:r>
      <w:proofErr w:type="spellStart"/>
      <w:r w:rsidRPr="00AB5763">
        <w:rPr>
          <w:lang w:val="de-DE"/>
        </w:rPr>
        <w:t>Newcomerpreis</w:t>
      </w:r>
      <w:proofErr w:type="spellEnd"/>
      <w:r w:rsidRPr="00AB5763">
        <w:rPr>
          <w:lang w:val="de-DE"/>
        </w:rPr>
        <w:t xml:space="preserve"> zu gewinnen. „Wir sind sehr begeistert von der Resonanz auf unseren Preis und möchten Selfpublishing-Newcomern auch im nächsten Jahr die Chance geben, sich und ihr Buch auszeichnen zu lassen. Die Selfpublishing-Szene wird immer professioneller und vielfältiger, und diese Entwicklung möchten wir mit unserem Preis weiterhin fördern“, so Hermann Eckel, Geschäfts</w:t>
      </w:r>
      <w:r w:rsidR="006526C5">
        <w:rPr>
          <w:lang w:val="de-DE"/>
        </w:rPr>
        <w:t>leiter</w:t>
      </w:r>
      <w:r w:rsidRPr="00AB5763">
        <w:rPr>
          <w:lang w:val="de-DE"/>
        </w:rPr>
        <w:t xml:space="preserve"> von tolino media.</w:t>
      </w:r>
    </w:p>
    <w:p w:rsidR="0025546F" w:rsidRPr="00C27DCD" w:rsidRDefault="00AB5763" w:rsidP="00AB5763">
      <w:pPr>
        <w:pStyle w:val="LauftextPI"/>
        <w:rPr>
          <w:sz w:val="18"/>
          <w:szCs w:val="18"/>
          <w:lang w:val="de-DE"/>
        </w:rPr>
      </w:pPr>
      <w:r w:rsidRPr="00C27DCD">
        <w:rPr>
          <w:sz w:val="18"/>
          <w:szCs w:val="18"/>
          <w:lang w:val="de-DE"/>
        </w:rPr>
        <w:t xml:space="preserve"> </w:t>
      </w:r>
    </w:p>
    <w:p w:rsidR="00AB5763" w:rsidRPr="00C27DCD" w:rsidRDefault="00AB5763" w:rsidP="00AB5763">
      <w:pPr>
        <w:pStyle w:val="LauftextPI"/>
        <w:rPr>
          <w:sz w:val="18"/>
          <w:szCs w:val="18"/>
          <w:lang w:val="de-DE"/>
        </w:rPr>
      </w:pPr>
    </w:p>
    <w:p w:rsidR="00271AAA" w:rsidRPr="00233AD8" w:rsidRDefault="00271AAA" w:rsidP="00271AAA">
      <w:pPr>
        <w:pStyle w:val="StandardWeb"/>
        <w:rPr>
          <w:rFonts w:ascii="Arial" w:hAnsi="Arial" w:cs="Arial"/>
          <w:b/>
          <w:sz w:val="18"/>
          <w:szCs w:val="18"/>
        </w:rPr>
      </w:pPr>
      <w:r w:rsidRPr="00233AD8">
        <w:rPr>
          <w:rFonts w:ascii="Arial" w:hAnsi="Arial" w:cs="Arial"/>
          <w:b/>
          <w:sz w:val="18"/>
          <w:szCs w:val="18"/>
        </w:rPr>
        <w:t>Über tolino media</w:t>
      </w:r>
    </w:p>
    <w:p w:rsidR="00AD73B8" w:rsidRPr="00271AAA" w:rsidRDefault="00A41214" w:rsidP="00271AAA">
      <w:pPr>
        <w:pStyle w:val="StandardWeb"/>
        <w:rPr>
          <w:rFonts w:ascii="Arial" w:hAnsi="Arial" w:cs="Arial"/>
          <w:sz w:val="18"/>
          <w:szCs w:val="18"/>
        </w:rPr>
      </w:pPr>
      <w:r>
        <w:rPr>
          <w:rFonts w:ascii="Arial" w:hAnsi="Arial" w:cs="Arial"/>
          <w:sz w:val="18"/>
          <w:szCs w:val="18"/>
        </w:rPr>
        <w:t>t</w:t>
      </w:r>
      <w:r w:rsidRPr="00A41214">
        <w:rPr>
          <w:rFonts w:ascii="Arial" w:hAnsi="Arial" w:cs="Arial"/>
          <w:sz w:val="18"/>
          <w:szCs w:val="18"/>
        </w:rPr>
        <w:t>olino media ist der einfache und kostenlose Weg für Autor</w:t>
      </w:r>
      <w:r>
        <w:rPr>
          <w:rFonts w:ascii="Arial" w:hAnsi="Arial" w:cs="Arial"/>
          <w:sz w:val="18"/>
          <w:szCs w:val="18"/>
        </w:rPr>
        <w:t>Inn</w:t>
      </w:r>
      <w:r w:rsidRPr="00A41214">
        <w:rPr>
          <w:rFonts w:ascii="Arial" w:hAnsi="Arial" w:cs="Arial"/>
          <w:sz w:val="18"/>
          <w:szCs w:val="18"/>
        </w:rPr>
        <w:t>en, Ihre eBooks in den Onlineshops von Thalia, Weltbild, Hugendubel und vielen mehr zu veröffentlichen. Als Content-Partner der tolino-Allianz der führenden deutschen Buchhändler bietet die Plattform alle Vorteile des direkten Publizierens: beste Konditionen, die Unterstützung der großen deutschen Buchhändler und keine Vertragsbindung.</w:t>
      </w:r>
      <w:r w:rsidR="00271AAA" w:rsidRPr="00233AD8">
        <w:rPr>
          <w:rFonts w:ascii="Arial" w:hAnsi="Arial" w:cs="Arial"/>
          <w:sz w:val="18"/>
          <w:szCs w:val="18"/>
        </w:rPr>
        <w:t xml:space="preserve"> </w:t>
      </w:r>
      <w:hyperlink r:id="rId7" w:history="1">
        <w:r w:rsidR="00271AAA" w:rsidRPr="00D671E7">
          <w:rPr>
            <w:rStyle w:val="Hyperlink"/>
            <w:rFonts w:ascii="Arial" w:hAnsi="Arial" w:cs="Arial"/>
            <w:sz w:val="18"/>
            <w:szCs w:val="18"/>
            <w:lang w:val="en-GB"/>
          </w:rPr>
          <w:t>www.tolino-media.de</w:t>
        </w:r>
      </w:hyperlink>
      <w:r w:rsidR="00271AAA">
        <w:rPr>
          <w:rFonts w:ascii="Arial" w:hAnsi="Arial" w:cs="Arial"/>
          <w:sz w:val="18"/>
          <w:szCs w:val="18"/>
          <w:lang w:val="en-GB"/>
        </w:rPr>
        <w:t xml:space="preserve"> </w:t>
      </w:r>
    </w:p>
    <w:p w:rsidR="0071748C" w:rsidRDefault="0071748C" w:rsidP="00666109"/>
    <w:sectPr w:rsidR="0071748C">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2216" w:rsidRDefault="002A2216" w:rsidP="00016901">
      <w:r>
        <w:separator/>
      </w:r>
    </w:p>
  </w:endnote>
  <w:endnote w:type="continuationSeparator" w:id="0">
    <w:p w:rsidR="002A2216" w:rsidRDefault="002A2216" w:rsidP="00016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2216" w:rsidRDefault="002A2216" w:rsidP="00016901">
      <w:r>
        <w:separator/>
      </w:r>
    </w:p>
  </w:footnote>
  <w:footnote w:type="continuationSeparator" w:id="0">
    <w:p w:rsidR="002A2216" w:rsidRDefault="002A2216" w:rsidP="000169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233E" w:rsidRDefault="0013233E">
    <w:pPr>
      <w:pStyle w:val="Kopfzeile"/>
      <w:rPr>
        <w:rFonts w:ascii="Arial" w:hAnsi="Arial" w:cs="Arial"/>
        <w:noProof/>
      </w:rPr>
    </w:pPr>
    <w:r w:rsidRPr="00E7088C">
      <w:rPr>
        <w:rFonts w:ascii="Arial" w:hAnsi="Arial" w:cs="Arial"/>
        <w:noProof/>
        <w:lang w:eastAsia="de-DE"/>
      </w:rPr>
      <w:drawing>
        <wp:anchor distT="0" distB="0" distL="114300" distR="114300" simplePos="0" relativeHeight="251659264" behindDoc="1" locked="1" layoutInCell="1" allowOverlap="1" wp14:anchorId="4D2624DA" wp14:editId="4B60A8EB">
          <wp:simplePos x="0" y="0"/>
          <wp:positionH relativeFrom="margin">
            <wp:posOffset>1517650</wp:posOffset>
          </wp:positionH>
          <wp:positionV relativeFrom="paragraph">
            <wp:posOffset>30480</wp:posOffset>
          </wp:positionV>
          <wp:extent cx="2718435" cy="662940"/>
          <wp:effectExtent l="0" t="0" r="5715" b="0"/>
          <wp:wrapTight wrapText="bothSides">
            <wp:wrapPolygon edited="0">
              <wp:start x="8477" y="0"/>
              <wp:lineTo x="0" y="6207"/>
              <wp:lineTo x="0" y="13655"/>
              <wp:lineTo x="151" y="18621"/>
              <wp:lineTo x="21494" y="18621"/>
              <wp:lineTo x="21494" y="6207"/>
              <wp:lineTo x="18164" y="3724"/>
              <wp:lineTo x="9536" y="0"/>
              <wp:lineTo x="8477"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lino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18435" cy="6629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13233E" w:rsidRDefault="0013233E">
    <w:pPr>
      <w:pStyle w:val="Kopfzeile"/>
      <w:rPr>
        <w:rFonts w:ascii="Arial" w:hAnsi="Arial" w:cs="Arial"/>
        <w:noProof/>
      </w:rPr>
    </w:pPr>
  </w:p>
  <w:p w:rsidR="0013233E" w:rsidRDefault="0013233E">
    <w:pPr>
      <w:pStyle w:val="Kopfzeile"/>
      <w:rPr>
        <w:rFonts w:ascii="Arial" w:hAnsi="Arial" w:cs="Arial"/>
        <w:noProof/>
      </w:rPr>
    </w:pPr>
  </w:p>
  <w:p w:rsidR="0013233E" w:rsidRDefault="0013233E">
    <w:pPr>
      <w:pStyle w:val="Kopfzeile"/>
      <w:rPr>
        <w:rFonts w:ascii="Arial" w:hAnsi="Arial" w:cs="Arial"/>
        <w:noProof/>
      </w:rPr>
    </w:pPr>
  </w:p>
  <w:p w:rsidR="00C27DCD" w:rsidRPr="00C27DCD" w:rsidRDefault="00C27DCD" w:rsidP="00C27DCD">
    <w:pPr>
      <w:pStyle w:val="Subhead"/>
      <w:spacing w:after="360"/>
      <w:rPr>
        <w:sz w:val="36"/>
        <w:szCs w:val="28"/>
        <w:lang w:val="de-DE"/>
      </w:rPr>
    </w:pPr>
    <w:r w:rsidRPr="00C27DCD">
      <w:rPr>
        <w:b/>
        <w:color w:val="FF0000"/>
        <w:sz w:val="36"/>
        <w:szCs w:val="28"/>
      </w:rPr>
      <w:t>SPERRFRIST BIS 18. SEPTEMBER 2020, 19 UHR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AD8"/>
    <w:rsid w:val="00015D39"/>
    <w:rsid w:val="00016901"/>
    <w:rsid w:val="000A7739"/>
    <w:rsid w:val="000D05E1"/>
    <w:rsid w:val="000D1A0E"/>
    <w:rsid w:val="000D3A96"/>
    <w:rsid w:val="0013233E"/>
    <w:rsid w:val="00151C55"/>
    <w:rsid w:val="0020796D"/>
    <w:rsid w:val="00212798"/>
    <w:rsid w:val="00233AD8"/>
    <w:rsid w:val="00245439"/>
    <w:rsid w:val="00253F5C"/>
    <w:rsid w:val="0025546F"/>
    <w:rsid w:val="00267EBA"/>
    <w:rsid w:val="00271AAA"/>
    <w:rsid w:val="002722B2"/>
    <w:rsid w:val="00277F27"/>
    <w:rsid w:val="00291117"/>
    <w:rsid w:val="002A2216"/>
    <w:rsid w:val="002B7C34"/>
    <w:rsid w:val="002C23FA"/>
    <w:rsid w:val="002F38DA"/>
    <w:rsid w:val="003B10B5"/>
    <w:rsid w:val="003D3483"/>
    <w:rsid w:val="00450EBB"/>
    <w:rsid w:val="00460366"/>
    <w:rsid w:val="004772B9"/>
    <w:rsid w:val="004C12C4"/>
    <w:rsid w:val="004E2487"/>
    <w:rsid w:val="0055765A"/>
    <w:rsid w:val="00580E25"/>
    <w:rsid w:val="006526C5"/>
    <w:rsid w:val="0066516D"/>
    <w:rsid w:val="00666109"/>
    <w:rsid w:val="00675A0F"/>
    <w:rsid w:val="006A1821"/>
    <w:rsid w:val="006C5BF9"/>
    <w:rsid w:val="0071748C"/>
    <w:rsid w:val="0071799E"/>
    <w:rsid w:val="00853C22"/>
    <w:rsid w:val="00880E3D"/>
    <w:rsid w:val="008B06C9"/>
    <w:rsid w:val="0096130B"/>
    <w:rsid w:val="009C185D"/>
    <w:rsid w:val="009E70BA"/>
    <w:rsid w:val="009F1F1A"/>
    <w:rsid w:val="00A021BF"/>
    <w:rsid w:val="00A26D04"/>
    <w:rsid w:val="00A41214"/>
    <w:rsid w:val="00AA2D6D"/>
    <w:rsid w:val="00AB5763"/>
    <w:rsid w:val="00AD73B8"/>
    <w:rsid w:val="00B04992"/>
    <w:rsid w:val="00BD6ED3"/>
    <w:rsid w:val="00C11CFB"/>
    <w:rsid w:val="00C27DCD"/>
    <w:rsid w:val="00CA15B1"/>
    <w:rsid w:val="00CB3003"/>
    <w:rsid w:val="00CC6047"/>
    <w:rsid w:val="00D33E8C"/>
    <w:rsid w:val="00DF11EA"/>
    <w:rsid w:val="00EC571A"/>
    <w:rsid w:val="00EF67EE"/>
    <w:rsid w:val="00F13690"/>
    <w:rsid w:val="00F43CCE"/>
    <w:rsid w:val="00FA6332"/>
    <w:rsid w:val="00FB6285"/>
    <w:rsid w:val="00FE0733"/>
    <w:rsid w:val="00FF3E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172F0D"/>
  <w15:docId w15:val="{1EFB4DF0-AF38-4E7B-818E-84F30E014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16901"/>
    <w:pPr>
      <w:spacing w:after="0" w:line="240" w:lineRule="auto"/>
    </w:pPr>
    <w:rPr>
      <w:rFonts w:ascii="Arial" w:eastAsia="Times New Roman" w:hAnsi="Arial" w:cs="Arial"/>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16901"/>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016901"/>
  </w:style>
  <w:style w:type="paragraph" w:styleId="Fuzeile">
    <w:name w:val="footer"/>
    <w:basedOn w:val="Standard"/>
    <w:link w:val="FuzeileZchn"/>
    <w:uiPriority w:val="99"/>
    <w:unhideWhenUsed/>
    <w:rsid w:val="00016901"/>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016901"/>
  </w:style>
  <w:style w:type="paragraph" w:customStyle="1" w:styleId="Subhead">
    <w:name w:val="Subhead"/>
    <w:basedOn w:val="Standard"/>
    <w:rsid w:val="00016901"/>
    <w:rPr>
      <w:rFonts w:eastAsia="MS Mincho"/>
      <w:sz w:val="22"/>
      <w:lang w:val="en-GB" w:eastAsia="ja-JP"/>
    </w:rPr>
  </w:style>
  <w:style w:type="paragraph" w:customStyle="1" w:styleId="LauftextPI">
    <w:name w:val="Lauftext PI"/>
    <w:basedOn w:val="Standard"/>
    <w:qFormat/>
    <w:rsid w:val="00016901"/>
    <w:pPr>
      <w:spacing w:line="360" w:lineRule="auto"/>
    </w:pPr>
    <w:rPr>
      <w:rFonts w:eastAsia="MS Mincho"/>
      <w:sz w:val="20"/>
      <w:szCs w:val="20"/>
      <w:lang w:val="en-US" w:eastAsia="ja-JP"/>
    </w:rPr>
  </w:style>
  <w:style w:type="paragraph" w:styleId="Sprechblasentext">
    <w:name w:val="Balloon Text"/>
    <w:basedOn w:val="Standard"/>
    <w:link w:val="SprechblasentextZchn"/>
    <w:uiPriority w:val="99"/>
    <w:semiHidden/>
    <w:unhideWhenUsed/>
    <w:rsid w:val="0001690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901"/>
    <w:rPr>
      <w:rFonts w:ascii="Tahoma" w:eastAsia="Times New Roman" w:hAnsi="Tahoma" w:cs="Tahoma"/>
      <w:sz w:val="16"/>
      <w:szCs w:val="16"/>
      <w:lang w:eastAsia="de-DE"/>
    </w:rPr>
  </w:style>
  <w:style w:type="character" w:styleId="Hyperlink">
    <w:name w:val="Hyperlink"/>
    <w:basedOn w:val="Absatz-Standardschriftart"/>
    <w:uiPriority w:val="99"/>
    <w:unhideWhenUsed/>
    <w:rsid w:val="00FB6285"/>
    <w:rPr>
      <w:color w:val="0000FF" w:themeColor="hyperlink"/>
      <w:u w:val="single"/>
    </w:rPr>
  </w:style>
  <w:style w:type="paragraph" w:customStyle="1" w:styleId="Default">
    <w:name w:val="Default"/>
    <w:rsid w:val="004E2487"/>
    <w:pPr>
      <w:autoSpaceDE w:val="0"/>
      <w:autoSpaceDN w:val="0"/>
      <w:adjustRightInd w:val="0"/>
      <w:spacing w:after="0" w:line="240" w:lineRule="auto"/>
    </w:pPr>
    <w:rPr>
      <w:rFonts w:ascii="Arial" w:eastAsia="Times New Roman" w:hAnsi="Arial" w:cs="Arial"/>
      <w:color w:val="000000"/>
      <w:sz w:val="24"/>
      <w:szCs w:val="24"/>
      <w:lang w:eastAsia="de-DE"/>
    </w:rPr>
  </w:style>
  <w:style w:type="paragraph" w:styleId="StandardWeb">
    <w:name w:val="Normal (Web)"/>
    <w:basedOn w:val="Standard"/>
    <w:uiPriority w:val="99"/>
    <w:semiHidden/>
    <w:unhideWhenUsed/>
    <w:rsid w:val="006A1821"/>
    <w:pPr>
      <w:spacing w:before="100" w:beforeAutospacing="1" w:after="100" w:afterAutospacing="1"/>
    </w:pPr>
    <w:rPr>
      <w:rFonts w:ascii="Times New Roman" w:hAnsi="Times New Roman" w:cs="Times New Roman"/>
    </w:rPr>
  </w:style>
  <w:style w:type="character" w:styleId="NichtaufgelsteErwhnung">
    <w:name w:val="Unresolved Mention"/>
    <w:basedOn w:val="Absatz-Standardschriftart"/>
    <w:uiPriority w:val="99"/>
    <w:semiHidden/>
    <w:unhideWhenUsed/>
    <w:rsid w:val="00271A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6636496">
      <w:bodyDiv w:val="1"/>
      <w:marLeft w:val="0"/>
      <w:marRight w:val="0"/>
      <w:marTop w:val="0"/>
      <w:marBottom w:val="0"/>
      <w:divBdr>
        <w:top w:val="none" w:sz="0" w:space="0" w:color="auto"/>
        <w:left w:val="none" w:sz="0" w:space="0" w:color="auto"/>
        <w:bottom w:val="none" w:sz="0" w:space="0" w:color="auto"/>
        <w:right w:val="none" w:sz="0" w:space="0" w:color="auto"/>
      </w:divBdr>
    </w:div>
    <w:div w:id="199421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tolino-media.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Q:\500%20Tolino%20PR%20(Julia)\10%20Pressemitteilungen\Vorlage_Pressemitteilungen_tolino%20medi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Vorlage_Pressemitteilungen_tolino media.dotx</Template>
  <TotalTime>0</TotalTime>
  <Pages>2</Pages>
  <Words>461</Words>
  <Characters>2906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Kühbauch</dc:creator>
  <cp:lastModifiedBy>Martina Raschke</cp:lastModifiedBy>
  <cp:revision>4</cp:revision>
  <cp:lastPrinted>2019-01-08T15:17:00Z</cp:lastPrinted>
  <dcterms:created xsi:type="dcterms:W3CDTF">2020-09-17T14:19:00Z</dcterms:created>
  <dcterms:modified xsi:type="dcterms:W3CDTF">2020-09-18T07:43:00Z</dcterms:modified>
</cp:coreProperties>
</file>